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558F83E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260BA4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E4171">
        <w:rPr>
          <w:rStyle w:val="Siln"/>
        </w:rPr>
        <w:t>funkce</w:t>
      </w:r>
      <w:r w:rsidR="00C46DEB" w:rsidRPr="00AE4171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E4171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AE4171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AE4171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AE4171">
      <w:pPr>
        <w:pStyle w:val="aodst"/>
      </w:pPr>
      <w:r>
        <w:t xml:space="preserve">Příjmení za svobodna: </w:t>
      </w:r>
      <w:r w:rsidRPr="00AE4171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AE4171">
      <w:pPr>
        <w:pStyle w:val="aodst"/>
      </w:pPr>
      <w:r w:rsidRPr="00A07A54">
        <w:t xml:space="preserve">Jméno: </w:t>
      </w:r>
      <w:r w:rsidRPr="00AE4171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AE4171">
      <w:pPr>
        <w:pStyle w:val="aodst"/>
      </w:pPr>
      <w:r w:rsidRPr="00A07A54">
        <w:t xml:space="preserve">Datum narození: </w:t>
      </w:r>
      <w:r w:rsidRPr="00AE4171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AE4171">
      <w:pPr>
        <w:pStyle w:val="aodst"/>
      </w:pPr>
      <w:r>
        <w:t xml:space="preserve">Dosažené vzdělání (od-do): </w:t>
      </w:r>
      <w:r w:rsidRPr="00AE4171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AE4171">
      <w:pPr>
        <w:pStyle w:val="aodst"/>
      </w:pPr>
      <w:r w:rsidRPr="00A07A54">
        <w:t xml:space="preserve">Kontaktní pracovní adresa (včetně pracovního tel/e-mail): </w:t>
      </w:r>
      <w:r w:rsidRPr="00AE4171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AE4171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AE4171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AE4171">
      <w:pPr>
        <w:pStyle w:val="Odstbez"/>
      </w:pPr>
      <w:r w:rsidRPr="00AE4171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AE4171">
      <w:pPr>
        <w:pStyle w:val="aodst"/>
      </w:pPr>
      <w:r w:rsidRPr="00A07A54">
        <w:t xml:space="preserve">Hlavní kvalifikace: </w:t>
      </w:r>
      <w:r w:rsidRPr="00AE4171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AE4171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AE4171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AE4171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C826" w14:textId="77777777" w:rsidR="00260BA4" w:rsidRDefault="00260B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CB9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250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AE417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AE4171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AE417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AE4171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AE4171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AE4171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0AAFEC9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4AFD4CA5" w14:textId="77777777" w:rsidR="00260BA4" w:rsidRDefault="00260BA4" w:rsidP="00260BA4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1D361DC0" w14:textId="727237CC" w:rsidR="00F1715C" w:rsidRDefault="00260BA4" w:rsidP="00260BA4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F618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871D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4A74" w14:textId="77777777" w:rsidR="00260BA4" w:rsidRDefault="00260B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0BA4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6784B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AE417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79DDEE-129E-44FA-83F4-E288897B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Uhlík Dominik, Bc.</cp:lastModifiedBy>
  <cp:revision>14</cp:revision>
  <cp:lastPrinted>2020-07-15T06:29:00Z</cp:lastPrinted>
  <dcterms:created xsi:type="dcterms:W3CDTF">2020-11-18T18:18:00Z</dcterms:created>
  <dcterms:modified xsi:type="dcterms:W3CDTF">2024-02-09T06:31:00Z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